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4C775AA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2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94065C">
        <w:rPr>
          <w:rFonts w:ascii="Calibri" w:hAnsi="Calibri"/>
          <w:color w:val="00558C"/>
          <w:sz w:val="24"/>
          <w:szCs w:val="24"/>
        </w:rPr>
        <w:t>VTS55-10.1.5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192680BF" w:rsidR="0080294B" w:rsidRPr="00B0084A" w:rsidRDefault="0094065C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6C5B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CB7CC39" w:rsidR="0080294B" w:rsidRPr="00B0084A" w:rsidRDefault="0094065C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6C5B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79F9CF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4065C">
        <w:rPr>
          <w:rFonts w:ascii="Calibri" w:hAnsi="Calibri"/>
        </w:rPr>
        <w:t>10.1</w:t>
      </w:r>
    </w:p>
    <w:p w14:paraId="1AB3E246" w14:textId="6A03BAC5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Task 3.8.</w:t>
      </w:r>
      <w:r w:rsidR="00D2694E">
        <w:rPr>
          <w:rFonts w:ascii="Calibri" w:hAnsi="Calibri"/>
        </w:rPr>
        <w:t>2</w:t>
      </w:r>
      <w:r w:rsidR="001B4C0C">
        <w:rPr>
          <w:rFonts w:ascii="Calibri" w:hAnsi="Calibri"/>
        </w:rPr>
        <w:t xml:space="preserve"> – </w:t>
      </w:r>
      <w:r w:rsidR="00D2694E">
        <w:rPr>
          <w:rFonts w:ascii="Calibri" w:hAnsi="Calibri"/>
        </w:rPr>
        <w:t>Develop Guidance for Remote Training in VTS</w:t>
      </w:r>
    </w:p>
    <w:p w14:paraId="01FC5420" w14:textId="00DC467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B4C0C">
        <w:rPr>
          <w:rFonts w:ascii="Calibri" w:hAnsi="Calibri"/>
        </w:rPr>
        <w:t>Jillian Carson-Jackson</w:t>
      </w:r>
      <w:r w:rsidR="004664DA">
        <w:rPr>
          <w:rFonts w:ascii="Calibri" w:hAnsi="Calibri"/>
        </w:rPr>
        <w:t xml:space="preserve"> 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63750B7F" w:rsidR="00A446C9" w:rsidRPr="00605E43" w:rsidRDefault="00822791" w:rsidP="0035243F">
      <w:pPr>
        <w:pStyle w:val="Title"/>
      </w:pPr>
      <w:r>
        <w:t>Conference Paper and Presentation</w:t>
      </w:r>
      <w:r w:rsidR="001B4C0C">
        <w:t xml:space="preserve"> </w:t>
      </w:r>
    </w:p>
    <w:p w14:paraId="2CC2DB54" w14:textId="647C420C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291839CD" w14:textId="68E5112F" w:rsidR="00510D90" w:rsidRPr="00510D90" w:rsidRDefault="00510D90" w:rsidP="00510D90">
      <w:pPr>
        <w:pStyle w:val="BodyText"/>
        <w:rPr>
          <w:rFonts w:ascii="Calibri" w:hAnsi="Calibri"/>
        </w:rPr>
      </w:pPr>
      <w:r w:rsidRPr="00510D90">
        <w:rPr>
          <w:rFonts w:ascii="Calibri" w:hAnsi="Calibri"/>
        </w:rPr>
        <w:t xml:space="preserve">The IALA VTS Committee has been tasked </w:t>
      </w:r>
      <w:r w:rsidR="00822791">
        <w:rPr>
          <w:rFonts w:ascii="Calibri" w:hAnsi="Calibri"/>
        </w:rPr>
        <w:t>to develop guidance on remote training in VTS</w:t>
      </w:r>
      <w:r w:rsidRPr="00510D90">
        <w:rPr>
          <w:rFonts w:ascii="Calibri" w:hAnsi="Calibri"/>
        </w:rPr>
        <w:t>.</w:t>
      </w:r>
    </w:p>
    <w:p w14:paraId="3AF56B91" w14:textId="2ACE54C8" w:rsidR="00510D90" w:rsidRDefault="002C2750" w:rsidP="00510D90">
      <w:pPr>
        <w:pStyle w:val="BodyText"/>
        <w:rPr>
          <w:rFonts w:ascii="Calibri" w:hAnsi="Calibri"/>
        </w:rPr>
      </w:pPr>
      <w:r>
        <w:rPr>
          <w:rFonts w:ascii="Calibri" w:hAnsi="Calibri"/>
        </w:rPr>
        <w:t>A paper on the topic was presented at</w:t>
      </w:r>
      <w:r w:rsidR="00822791">
        <w:rPr>
          <w:rFonts w:ascii="Calibri" w:hAnsi="Calibri"/>
        </w:rPr>
        <w:t xml:space="preserve"> the IALA Conference </w:t>
      </w:r>
      <w:r w:rsidR="0010072E">
        <w:rPr>
          <w:rFonts w:ascii="Calibri" w:hAnsi="Calibri"/>
        </w:rPr>
        <w:t>in Rio de Janeiro, Brazil, May 2023</w:t>
      </w:r>
      <w:r>
        <w:rPr>
          <w:rFonts w:ascii="Calibri" w:hAnsi="Calibri"/>
        </w:rPr>
        <w:t>.</w:t>
      </w:r>
      <w:r w:rsidR="0010072E">
        <w:rPr>
          <w:rFonts w:ascii="Calibri" w:hAnsi="Calibri"/>
        </w:rPr>
        <w:t xml:space="preserve"> </w:t>
      </w:r>
    </w:p>
    <w:p w14:paraId="3C575A26" w14:textId="49C1C740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F6C9CAC" w14:textId="7D91FF5F" w:rsidR="004E2EC4" w:rsidRDefault="002C2750" w:rsidP="004E2EC4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support discussion on the development of guidance on remote training in VTS.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35CE5F2" w14:textId="2F0B5E3B" w:rsidR="00B76015" w:rsidRDefault="00FC2A03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Nil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6A66CFA8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483F4ABD" w:rsidR="00F25BF4" w:rsidRDefault="004830C5" w:rsidP="00C02DDD">
      <w:pPr>
        <w:pStyle w:val="List1"/>
        <w:numPr>
          <w:ilvl w:val="0"/>
          <w:numId w:val="73"/>
        </w:numPr>
      </w:pPr>
      <w:r>
        <w:t>n</w:t>
      </w:r>
      <w:r w:rsidR="00077084">
        <w:t xml:space="preserve">ote the </w:t>
      </w:r>
      <w:r w:rsidR="00FC2A03">
        <w:t>paper and presentation on remote training in VTS, as provided to the IALA Conference in May 2023.</w:t>
      </w:r>
      <w:r w:rsidR="00077084">
        <w:t xml:space="preserve"> </w:t>
      </w:r>
    </w:p>
    <w:p w14:paraId="16AE6650" w14:textId="32D3C85C" w:rsidR="004D1D85" w:rsidRDefault="004B196C" w:rsidP="004B196C">
      <w:pPr>
        <w:pStyle w:val="Heading1"/>
      </w:pPr>
      <w:r>
        <w:t>attachments</w:t>
      </w:r>
    </w:p>
    <w:p w14:paraId="017F0ADC" w14:textId="0C0BD8D0" w:rsidR="00FC2A03" w:rsidRDefault="0094065C" w:rsidP="004B196C">
      <w:pPr>
        <w:pStyle w:val="BodyText"/>
        <w:numPr>
          <w:ilvl w:val="0"/>
          <w:numId w:val="75"/>
        </w:numPr>
      </w:pPr>
      <w:r>
        <w:t xml:space="preserve">VTS55-10.1.5.1 </w:t>
      </w:r>
      <w:r w:rsidR="00FC2A03">
        <w:t>Paper on Remote Training in VTS</w:t>
      </w:r>
    </w:p>
    <w:p w14:paraId="2E1BDBA4" w14:textId="68A2A376" w:rsidR="004B196C" w:rsidRPr="004B196C" w:rsidRDefault="0094065C" w:rsidP="004B196C">
      <w:pPr>
        <w:pStyle w:val="BodyText"/>
        <w:numPr>
          <w:ilvl w:val="0"/>
          <w:numId w:val="75"/>
        </w:numPr>
      </w:pPr>
      <w:r>
        <w:t>VTS55-10.1.5.</w:t>
      </w:r>
      <w:r>
        <w:t xml:space="preserve">2 </w:t>
      </w:r>
      <w:r w:rsidR="00FC2A03">
        <w:t>Presentation on Remote Training in VTS</w:t>
      </w:r>
      <w:r w:rsidR="004B196C">
        <w:t xml:space="preserve"> </w:t>
      </w:r>
    </w:p>
    <w:sectPr w:rsidR="004B196C" w:rsidRPr="004B196C" w:rsidSect="00595A0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2F237" w14:textId="77777777" w:rsidR="00595A0D" w:rsidRDefault="00595A0D" w:rsidP="00362CD9">
      <w:r>
        <w:separator/>
      </w:r>
    </w:p>
  </w:endnote>
  <w:endnote w:type="continuationSeparator" w:id="0">
    <w:p w14:paraId="296EB46A" w14:textId="77777777" w:rsidR="00595A0D" w:rsidRDefault="00595A0D" w:rsidP="00362CD9">
      <w:r>
        <w:continuationSeparator/>
      </w:r>
    </w:p>
  </w:endnote>
  <w:endnote w:type="continuationNotice" w:id="1">
    <w:p w14:paraId="3A9FB02B" w14:textId="77777777" w:rsidR="0094065C" w:rsidRDefault="009406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24A223CB" w:rsidR="004533B7" w:rsidRPr="00C907DF" w:rsidRDefault="004664DA" w:rsidP="004533B7">
    <w:pPr>
      <w:pStyle w:val="Footerportrait"/>
    </w:pPr>
    <w:fldSimple w:instr=" STYLEREF  Title  \* MERGEFORMAT ">
      <w:r w:rsidR="0094065C">
        <w:t>Conference Paper and Presentation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2E0D6337" w:rsidR="00637047" w:rsidRPr="00C907DF" w:rsidRDefault="004664DA" w:rsidP="00637047">
    <w:pPr>
      <w:pStyle w:val="Footerportrait"/>
    </w:pPr>
    <w:fldSimple w:instr=" STYLEREF  Title  \* MERGEFORMAT ">
      <w:r w:rsidR="004B196C">
        <w:t>Report of the Intersessional task group activity on the review of model course c0103-4 (VTS on-the-job Instructor)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F169C" w14:textId="77777777" w:rsidR="00595A0D" w:rsidRDefault="00595A0D" w:rsidP="00362CD9">
      <w:r>
        <w:separator/>
      </w:r>
    </w:p>
  </w:footnote>
  <w:footnote w:type="continuationSeparator" w:id="0">
    <w:p w14:paraId="296548AD" w14:textId="77777777" w:rsidR="00595A0D" w:rsidRDefault="00595A0D" w:rsidP="00362CD9">
      <w:r>
        <w:continuationSeparator/>
      </w:r>
    </w:p>
  </w:footnote>
  <w:footnote w:type="continuationNotice" w:id="1">
    <w:p w14:paraId="778EFBFC" w14:textId="77777777" w:rsidR="0094065C" w:rsidRDefault="0094065C">
      <w:pPr>
        <w:spacing w:line="240" w:lineRule="auto"/>
      </w:pPr>
    </w:p>
  </w:footnote>
  <w:footnote w:id="2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3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8241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9330700">
    <w:abstractNumId w:val="7"/>
  </w:num>
  <w:num w:numId="2" w16cid:durableId="313991142">
    <w:abstractNumId w:val="2"/>
  </w:num>
  <w:num w:numId="3" w16cid:durableId="858547417">
    <w:abstractNumId w:val="18"/>
  </w:num>
  <w:num w:numId="4" w16cid:durableId="1229615498">
    <w:abstractNumId w:val="42"/>
  </w:num>
  <w:num w:numId="5" w16cid:durableId="185296402">
    <w:abstractNumId w:val="32"/>
  </w:num>
  <w:num w:numId="6" w16cid:durableId="1628122395">
    <w:abstractNumId w:val="11"/>
  </w:num>
  <w:num w:numId="7" w16cid:durableId="699355915">
    <w:abstractNumId w:val="45"/>
  </w:num>
  <w:num w:numId="8" w16cid:durableId="1274555263">
    <w:abstractNumId w:val="26"/>
  </w:num>
  <w:num w:numId="9" w16cid:durableId="1967005406">
    <w:abstractNumId w:val="20"/>
  </w:num>
  <w:num w:numId="10" w16cid:durableId="130099594">
    <w:abstractNumId w:val="36"/>
  </w:num>
  <w:num w:numId="11" w16cid:durableId="1108820059">
    <w:abstractNumId w:val="35"/>
  </w:num>
  <w:num w:numId="12" w16cid:durableId="2024043206">
    <w:abstractNumId w:val="31"/>
  </w:num>
  <w:num w:numId="13" w16cid:durableId="514612528">
    <w:abstractNumId w:val="43"/>
  </w:num>
  <w:num w:numId="14" w16cid:durableId="1053308061">
    <w:abstractNumId w:val="16"/>
  </w:num>
  <w:num w:numId="15" w16cid:durableId="1965773504">
    <w:abstractNumId w:val="49"/>
  </w:num>
  <w:num w:numId="16" w16cid:durableId="1098599004">
    <w:abstractNumId w:val="30"/>
  </w:num>
  <w:num w:numId="17" w16cid:durableId="562302675">
    <w:abstractNumId w:val="17"/>
  </w:num>
  <w:num w:numId="18" w16cid:durableId="1344161457">
    <w:abstractNumId w:val="39"/>
  </w:num>
  <w:num w:numId="19" w16cid:durableId="529031195">
    <w:abstractNumId w:val="30"/>
  </w:num>
  <w:num w:numId="20" w16cid:durableId="888342653">
    <w:abstractNumId w:val="30"/>
  </w:num>
  <w:num w:numId="21" w16cid:durableId="1459907602">
    <w:abstractNumId w:val="30"/>
  </w:num>
  <w:num w:numId="22" w16cid:durableId="304706216">
    <w:abstractNumId w:val="30"/>
  </w:num>
  <w:num w:numId="23" w16cid:durableId="472992500">
    <w:abstractNumId w:val="40"/>
  </w:num>
  <w:num w:numId="24" w16cid:durableId="293214157">
    <w:abstractNumId w:val="10"/>
  </w:num>
  <w:num w:numId="25" w16cid:durableId="1602104597">
    <w:abstractNumId w:val="10"/>
  </w:num>
  <w:num w:numId="26" w16cid:durableId="1372535182">
    <w:abstractNumId w:val="10"/>
  </w:num>
  <w:num w:numId="27" w16cid:durableId="1340085933">
    <w:abstractNumId w:val="22"/>
  </w:num>
  <w:num w:numId="28" w16cid:durableId="1592425106">
    <w:abstractNumId w:val="22"/>
  </w:num>
  <w:num w:numId="29" w16cid:durableId="990213238">
    <w:abstractNumId w:val="22"/>
  </w:num>
  <w:num w:numId="30" w16cid:durableId="1687169943">
    <w:abstractNumId w:val="22"/>
  </w:num>
  <w:num w:numId="31" w16cid:durableId="896401911">
    <w:abstractNumId w:val="22"/>
  </w:num>
  <w:num w:numId="32" w16cid:durableId="205339357">
    <w:abstractNumId w:val="22"/>
  </w:num>
  <w:num w:numId="33" w16cid:durableId="736048321">
    <w:abstractNumId w:val="37"/>
  </w:num>
  <w:num w:numId="34" w16cid:durableId="1189442523">
    <w:abstractNumId w:val="37"/>
  </w:num>
  <w:num w:numId="35" w16cid:durableId="1214544093">
    <w:abstractNumId w:val="37"/>
  </w:num>
  <w:num w:numId="36" w16cid:durableId="1539660654">
    <w:abstractNumId w:val="27"/>
  </w:num>
  <w:num w:numId="37" w16cid:durableId="776484261">
    <w:abstractNumId w:val="16"/>
  </w:num>
  <w:num w:numId="38" w16cid:durableId="323779009">
    <w:abstractNumId w:val="31"/>
  </w:num>
  <w:num w:numId="39" w16cid:durableId="1100687321">
    <w:abstractNumId w:val="30"/>
  </w:num>
  <w:num w:numId="40" w16cid:durableId="18061935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53607803">
    <w:abstractNumId w:val="9"/>
  </w:num>
  <w:num w:numId="42" w16cid:durableId="9845064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7081566">
    <w:abstractNumId w:val="9"/>
  </w:num>
  <w:num w:numId="44" w16cid:durableId="471334996">
    <w:abstractNumId w:val="28"/>
  </w:num>
  <w:num w:numId="45" w16cid:durableId="1985960515">
    <w:abstractNumId w:val="33"/>
  </w:num>
  <w:num w:numId="46" w16cid:durableId="1769307345">
    <w:abstractNumId w:val="50"/>
  </w:num>
  <w:num w:numId="47" w16cid:durableId="1039282186">
    <w:abstractNumId w:val="13"/>
  </w:num>
  <w:num w:numId="48" w16cid:durableId="1918588704">
    <w:abstractNumId w:val="21"/>
  </w:num>
  <w:num w:numId="49" w16cid:durableId="1542404517">
    <w:abstractNumId w:val="14"/>
  </w:num>
  <w:num w:numId="50" w16cid:durableId="1080951560">
    <w:abstractNumId w:val="12"/>
  </w:num>
  <w:num w:numId="51" w16cid:durableId="325744828">
    <w:abstractNumId w:val="19"/>
  </w:num>
  <w:num w:numId="52" w16cid:durableId="686324403">
    <w:abstractNumId w:val="44"/>
  </w:num>
  <w:num w:numId="53" w16cid:durableId="635454442">
    <w:abstractNumId w:val="47"/>
  </w:num>
  <w:num w:numId="54" w16cid:durableId="824660729">
    <w:abstractNumId w:val="15"/>
  </w:num>
  <w:num w:numId="55" w16cid:durableId="832336867">
    <w:abstractNumId w:val="48"/>
  </w:num>
  <w:num w:numId="56" w16cid:durableId="881944416">
    <w:abstractNumId w:val="41"/>
  </w:num>
  <w:num w:numId="57" w16cid:durableId="1834372775">
    <w:abstractNumId w:val="25"/>
  </w:num>
  <w:num w:numId="58" w16cid:durableId="892815912">
    <w:abstractNumId w:val="8"/>
  </w:num>
  <w:num w:numId="59" w16cid:durableId="1712074262">
    <w:abstractNumId w:val="6"/>
  </w:num>
  <w:num w:numId="60" w16cid:durableId="13655603">
    <w:abstractNumId w:val="5"/>
  </w:num>
  <w:num w:numId="61" w16cid:durableId="2026711437">
    <w:abstractNumId w:val="4"/>
  </w:num>
  <w:num w:numId="62" w16cid:durableId="1548881439">
    <w:abstractNumId w:val="3"/>
  </w:num>
  <w:num w:numId="63" w16cid:durableId="567152571">
    <w:abstractNumId w:val="1"/>
  </w:num>
  <w:num w:numId="64" w16cid:durableId="242448297">
    <w:abstractNumId w:val="0"/>
  </w:num>
  <w:num w:numId="65" w16cid:durableId="1758862064">
    <w:abstractNumId w:val="38"/>
  </w:num>
  <w:num w:numId="66" w16cid:durableId="1760784682">
    <w:abstractNumId w:val="46"/>
  </w:num>
  <w:num w:numId="67" w16cid:durableId="2147043961">
    <w:abstractNumId w:val="24"/>
  </w:num>
  <w:num w:numId="68" w16cid:durableId="11362235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187989359">
    <w:abstractNumId w:val="23"/>
  </w:num>
  <w:num w:numId="70" w16cid:durableId="5755868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1336696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682704811">
    <w:abstractNumId w:val="34"/>
  </w:num>
  <w:num w:numId="73" w16cid:durableId="3871900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978846433">
    <w:abstractNumId w:val="44"/>
  </w:num>
  <w:num w:numId="75" w16cid:durableId="1897937479">
    <w:abstractNumId w:val="2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77084"/>
    <w:rsid w:val="00084F33"/>
    <w:rsid w:val="000A77A7"/>
    <w:rsid w:val="000B1707"/>
    <w:rsid w:val="000C1B3E"/>
    <w:rsid w:val="000C349E"/>
    <w:rsid w:val="0010072E"/>
    <w:rsid w:val="00110203"/>
    <w:rsid w:val="00110AE7"/>
    <w:rsid w:val="001241C8"/>
    <w:rsid w:val="00177F4D"/>
    <w:rsid w:val="00180DDA"/>
    <w:rsid w:val="001B2A2D"/>
    <w:rsid w:val="001B4C0C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96C5B"/>
    <w:rsid w:val="002A0346"/>
    <w:rsid w:val="002A0929"/>
    <w:rsid w:val="002A4487"/>
    <w:rsid w:val="002B49E9"/>
    <w:rsid w:val="002C2750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1712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083"/>
    <w:rsid w:val="004661AD"/>
    <w:rsid w:val="004664DA"/>
    <w:rsid w:val="004830C5"/>
    <w:rsid w:val="004B196C"/>
    <w:rsid w:val="004D1D85"/>
    <w:rsid w:val="004D3C3A"/>
    <w:rsid w:val="004E1CD1"/>
    <w:rsid w:val="004E2EC4"/>
    <w:rsid w:val="004F7616"/>
    <w:rsid w:val="0050690E"/>
    <w:rsid w:val="005107EB"/>
    <w:rsid w:val="00510D90"/>
    <w:rsid w:val="00521345"/>
    <w:rsid w:val="00526DF0"/>
    <w:rsid w:val="00545CC4"/>
    <w:rsid w:val="00551FFF"/>
    <w:rsid w:val="005607A2"/>
    <w:rsid w:val="0057198B"/>
    <w:rsid w:val="00573CFE"/>
    <w:rsid w:val="00595A0D"/>
    <w:rsid w:val="005969F2"/>
    <w:rsid w:val="00597FAE"/>
    <w:rsid w:val="005B32A3"/>
    <w:rsid w:val="005B42BD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1CCA"/>
    <w:rsid w:val="00712AA4"/>
    <w:rsid w:val="007146C4"/>
    <w:rsid w:val="00721AA1"/>
    <w:rsid w:val="00724B67"/>
    <w:rsid w:val="0074505C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2791"/>
    <w:rsid w:val="0082480E"/>
    <w:rsid w:val="008458B6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065C"/>
    <w:rsid w:val="00943E9C"/>
    <w:rsid w:val="00953F4D"/>
    <w:rsid w:val="00960BB8"/>
    <w:rsid w:val="00964F5C"/>
    <w:rsid w:val="00973B57"/>
    <w:rsid w:val="009831C0"/>
    <w:rsid w:val="009874F9"/>
    <w:rsid w:val="0099161D"/>
    <w:rsid w:val="009943B4"/>
    <w:rsid w:val="009B4FD3"/>
    <w:rsid w:val="009C5F41"/>
    <w:rsid w:val="00A01B17"/>
    <w:rsid w:val="00A0389B"/>
    <w:rsid w:val="00A16765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39AD"/>
    <w:rsid w:val="00B65812"/>
    <w:rsid w:val="00B661C7"/>
    <w:rsid w:val="00B76015"/>
    <w:rsid w:val="00B80530"/>
    <w:rsid w:val="00B85CD6"/>
    <w:rsid w:val="00B90A27"/>
    <w:rsid w:val="00B93C77"/>
    <w:rsid w:val="00B9554D"/>
    <w:rsid w:val="00B96B30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3173"/>
    <w:rsid w:val="00CC79CE"/>
    <w:rsid w:val="00CF1871"/>
    <w:rsid w:val="00D019CE"/>
    <w:rsid w:val="00D1133E"/>
    <w:rsid w:val="00D17A34"/>
    <w:rsid w:val="00D26628"/>
    <w:rsid w:val="00D2694E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DF2E27"/>
    <w:rsid w:val="00DF4589"/>
    <w:rsid w:val="00E00BE9"/>
    <w:rsid w:val="00E04761"/>
    <w:rsid w:val="00E22A11"/>
    <w:rsid w:val="00E31E5C"/>
    <w:rsid w:val="00E44DD2"/>
    <w:rsid w:val="00E558C3"/>
    <w:rsid w:val="00E55927"/>
    <w:rsid w:val="00E73AF7"/>
    <w:rsid w:val="00E912A6"/>
    <w:rsid w:val="00EA4844"/>
    <w:rsid w:val="00EA4D9C"/>
    <w:rsid w:val="00EA5A97"/>
    <w:rsid w:val="00EB5A2B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95850"/>
    <w:rsid w:val="00FB17A9"/>
    <w:rsid w:val="00FB527C"/>
    <w:rsid w:val="00FB6F75"/>
    <w:rsid w:val="00FC0EB3"/>
    <w:rsid w:val="00FC2A0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C3B5DDCA-21DB-451C-B299-1AD15C1BC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Jillian Carson-Jackson</cp:lastModifiedBy>
  <cp:revision>33</cp:revision>
  <dcterms:created xsi:type="dcterms:W3CDTF">2024-01-31T05:40:00Z</dcterms:created>
  <dcterms:modified xsi:type="dcterms:W3CDTF">2024-03-06T06:25:00Z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